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B4F94" w14:textId="77777777" w:rsidR="00E635B1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</w:r>
    </w:p>
    <w:p w14:paraId="3FBB3BE5" w14:textId="77777777" w:rsidR="00E635B1" w:rsidRDefault="00E635B1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</w:p>
    <w:p w14:paraId="6EFA458F" w14:textId="470FAF0C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D504DAF" w:rsidR="00947B5D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0CC13F4B" w14:textId="77777777" w:rsidR="002C5199" w:rsidRPr="00105E9A" w:rsidRDefault="002C5199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E0BA7D2" w14:textId="77777777" w:rsidR="00E635B1" w:rsidRDefault="00E635B1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62A138C4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0BF4C475" w14:textId="77777777" w:rsidR="002C5199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 xml:space="preserve">(Nazwa podmiotu zewnętrznego </w:t>
      </w:r>
    </w:p>
    <w:p w14:paraId="56EFF117" w14:textId="77777777" w:rsidR="002C5199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 xml:space="preserve">realizującego usługi na rzecz </w:t>
      </w:r>
    </w:p>
    <w:p w14:paraId="73EFC6C9" w14:textId="69ED7D61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89E524" w14:textId="25A3A6FF" w:rsidR="00E635B1" w:rsidRDefault="00E635B1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214DB0F2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3B4FF077" w14:textId="43F26D74" w:rsidR="002C5199" w:rsidRDefault="002C5199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65DD9C6" w14:textId="77777777" w:rsidR="002C5199" w:rsidRDefault="002C5199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642B6D27" w14:textId="509D3D92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148E025D" w:rsidR="00947B5D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26FD62BC" w14:textId="77777777" w:rsidR="002C5199" w:rsidRPr="00105E9A" w:rsidRDefault="002C5199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2BAE3EEC" w:rsidR="00947B5D" w:rsidRPr="00105E9A" w:rsidRDefault="00947B5D" w:rsidP="002C5199">
      <w:pPr>
        <w:autoSpaceDE w:val="0"/>
        <w:autoSpaceDN w:val="0"/>
        <w:spacing w:after="0" w:line="360" w:lineRule="auto"/>
        <w:ind w:left="284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</w:t>
      </w:r>
      <w:r w:rsidR="00487B68">
        <w:rPr>
          <w:rFonts w:cs="Calibri"/>
          <w:bCs/>
          <w:lang w:val="pl-PL"/>
        </w:rPr>
        <w:t>ązań z tytułu Umowy</w:t>
      </w:r>
      <w:r w:rsidRPr="00105E9A">
        <w:rPr>
          <w:rFonts w:cs="Calibri"/>
          <w:bCs/>
          <w:lang w:val="pl-PL"/>
        </w:rPr>
        <w:t xml:space="preserve"> Nr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</w:t>
      </w:r>
      <w:bookmarkStart w:id="0" w:name="_GoBack"/>
      <w:bookmarkEnd w:id="0"/>
      <w:r>
        <w:rPr>
          <w:rFonts w:cs="Calibri"/>
          <w:lang w:val="pl-PL"/>
        </w:rPr>
        <w:t>ytelny podpis)</w:t>
      </w:r>
    </w:p>
    <w:sectPr w:rsidR="00A77B4A" w:rsidRPr="00F7116A" w:rsidSect="002C5199">
      <w:headerReference w:type="default" r:id="rId8"/>
      <w:footerReference w:type="default" r:id="rId9"/>
      <w:pgSz w:w="11920" w:h="16840"/>
      <w:pgMar w:top="1040" w:right="1147" w:bottom="1200" w:left="1276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DC323" w14:textId="77777777" w:rsidR="005162B9" w:rsidRDefault="005162B9">
      <w:pPr>
        <w:spacing w:after="0" w:line="240" w:lineRule="auto"/>
      </w:pPr>
      <w:r>
        <w:separator/>
      </w:r>
    </w:p>
  </w:endnote>
  <w:endnote w:type="continuationSeparator" w:id="0">
    <w:p w14:paraId="302EC81F" w14:textId="77777777" w:rsidR="005162B9" w:rsidRDefault="0051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302A172B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C7BFA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C7BFA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23CAD" w14:textId="77777777" w:rsidR="005162B9" w:rsidRDefault="005162B9">
      <w:pPr>
        <w:spacing w:after="0" w:line="240" w:lineRule="auto"/>
      </w:pPr>
      <w:r>
        <w:separator/>
      </w:r>
    </w:p>
  </w:footnote>
  <w:footnote w:type="continuationSeparator" w:id="0">
    <w:p w14:paraId="5807C993" w14:textId="77777777" w:rsidR="005162B9" w:rsidRDefault="005162B9">
      <w:pPr>
        <w:spacing w:after="0" w:line="240" w:lineRule="auto"/>
      </w:pPr>
      <w:r>
        <w:continuationSeparator/>
      </w:r>
    </w:p>
  </w:footnote>
  <w:footnote w:id="1">
    <w:p w14:paraId="60575B84" w14:textId="5253B327" w:rsidR="003B67AA" w:rsidRDefault="003B67AA" w:rsidP="005A05F6">
      <w:pPr>
        <w:pStyle w:val="Tekstprzypisudolnego"/>
        <w:rPr>
          <w:i/>
          <w:sz w:val="18"/>
          <w:szCs w:val="18"/>
        </w:rPr>
      </w:pPr>
      <w:r w:rsidRPr="00E855AE">
        <w:rPr>
          <w:rStyle w:val="Odwoanieprzypisudolnego"/>
          <w:szCs w:val="18"/>
        </w:rPr>
        <w:footnoteRef/>
      </w:r>
      <w:r w:rsidRPr="00E855AE">
        <w:rPr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Zarządzenie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Ministra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Finansów</w:t>
      </w:r>
      <w:proofErr w:type="spellEnd"/>
      <w:r w:rsidRPr="00E855AE">
        <w:rPr>
          <w:i/>
          <w:sz w:val="18"/>
          <w:szCs w:val="18"/>
        </w:rPr>
        <w:t xml:space="preserve"> z </w:t>
      </w:r>
      <w:proofErr w:type="spellStart"/>
      <w:r w:rsidRPr="00E855AE">
        <w:rPr>
          <w:i/>
          <w:sz w:val="18"/>
          <w:szCs w:val="18"/>
        </w:rPr>
        <w:t>dnia</w:t>
      </w:r>
      <w:proofErr w:type="spellEnd"/>
      <w:r w:rsidRPr="00E855AE">
        <w:rPr>
          <w:i/>
          <w:sz w:val="18"/>
          <w:szCs w:val="18"/>
        </w:rPr>
        <w:t xml:space="preserve"> 10 </w:t>
      </w:r>
      <w:proofErr w:type="spellStart"/>
      <w:r w:rsidRPr="00E855AE">
        <w:rPr>
          <w:i/>
          <w:sz w:val="18"/>
          <w:szCs w:val="18"/>
        </w:rPr>
        <w:t>lipca</w:t>
      </w:r>
      <w:proofErr w:type="spellEnd"/>
      <w:r w:rsidRPr="00E855AE">
        <w:rPr>
          <w:i/>
          <w:sz w:val="18"/>
          <w:szCs w:val="18"/>
        </w:rPr>
        <w:t xml:space="preserve"> 2022 r. w </w:t>
      </w:r>
      <w:proofErr w:type="spellStart"/>
      <w:r w:rsidRPr="00E855AE">
        <w:rPr>
          <w:i/>
          <w:sz w:val="18"/>
          <w:szCs w:val="18"/>
        </w:rPr>
        <w:t>sprawie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Systemu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Zarządzania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Bezpieczeństwem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Informacji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i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Polityki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Bezpieczeństwa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Informacji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Resortu</w:t>
      </w:r>
      <w:proofErr w:type="spellEnd"/>
      <w:r w:rsidRPr="00E855AE">
        <w:rPr>
          <w:i/>
          <w:sz w:val="18"/>
          <w:szCs w:val="18"/>
        </w:rPr>
        <w:t xml:space="preserve"> </w:t>
      </w:r>
      <w:proofErr w:type="spellStart"/>
      <w:r w:rsidRPr="00E855AE">
        <w:rPr>
          <w:i/>
          <w:sz w:val="18"/>
          <w:szCs w:val="18"/>
        </w:rPr>
        <w:t>Finansów</w:t>
      </w:r>
      <w:proofErr w:type="spellEnd"/>
      <w:r w:rsidRPr="00E855AE">
        <w:rPr>
          <w:i/>
          <w:sz w:val="18"/>
          <w:szCs w:val="18"/>
        </w:rPr>
        <w:t xml:space="preserve"> (</w:t>
      </w:r>
      <w:proofErr w:type="spellStart"/>
      <w:r w:rsidR="005A05F6" w:rsidRPr="00E855AE">
        <w:rPr>
          <w:i/>
          <w:sz w:val="18"/>
          <w:szCs w:val="18"/>
        </w:rPr>
        <w:t>Dz.Urz.MF</w:t>
      </w:r>
      <w:proofErr w:type="spellEnd"/>
      <w:r w:rsidR="005A05F6" w:rsidRPr="00E855AE">
        <w:rPr>
          <w:i/>
          <w:sz w:val="18"/>
          <w:szCs w:val="18"/>
        </w:rPr>
        <w:t xml:space="preserve"> z 2022 r. </w:t>
      </w:r>
      <w:proofErr w:type="spellStart"/>
      <w:r w:rsidR="005A05F6" w:rsidRPr="00E855AE">
        <w:rPr>
          <w:i/>
          <w:sz w:val="18"/>
          <w:szCs w:val="18"/>
        </w:rPr>
        <w:t>poz</w:t>
      </w:r>
      <w:proofErr w:type="spellEnd"/>
      <w:r w:rsidR="005A05F6" w:rsidRPr="00E855AE">
        <w:rPr>
          <w:i/>
          <w:sz w:val="18"/>
          <w:szCs w:val="18"/>
        </w:rPr>
        <w:t xml:space="preserve">. 19 z </w:t>
      </w:r>
      <w:proofErr w:type="spellStart"/>
      <w:r w:rsidR="005A05F6" w:rsidRPr="00E855AE">
        <w:rPr>
          <w:i/>
          <w:sz w:val="18"/>
          <w:szCs w:val="18"/>
        </w:rPr>
        <w:t>późn</w:t>
      </w:r>
      <w:proofErr w:type="spellEnd"/>
      <w:r w:rsidR="005A05F6" w:rsidRPr="00E855AE">
        <w:rPr>
          <w:i/>
          <w:sz w:val="18"/>
          <w:szCs w:val="18"/>
        </w:rPr>
        <w:t xml:space="preserve">. </w:t>
      </w:r>
      <w:proofErr w:type="spellStart"/>
      <w:r w:rsidR="005A05F6" w:rsidRPr="00E855AE">
        <w:rPr>
          <w:i/>
          <w:sz w:val="18"/>
          <w:szCs w:val="18"/>
        </w:rPr>
        <w:t>zm</w:t>
      </w:r>
      <w:proofErr w:type="spellEnd"/>
      <w:r w:rsidR="005A05F6" w:rsidRPr="00E855AE">
        <w:rPr>
          <w:i/>
          <w:sz w:val="18"/>
          <w:szCs w:val="18"/>
        </w:rPr>
        <w:t>.</w:t>
      </w:r>
      <w:r w:rsidRPr="00E855AE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C19FD1A" w:rsidR="003B67AA" w:rsidRDefault="003B67AA">
    <w:pPr>
      <w:pStyle w:val="Nagwek"/>
    </w:pPr>
  </w:p>
  <w:p w14:paraId="0C0FC4D6" w14:textId="37176C5C" w:rsidR="00446EBE" w:rsidRDefault="00446EBE">
    <w:pPr>
      <w:pStyle w:val="Nagwek"/>
    </w:pPr>
  </w:p>
  <w:p w14:paraId="5A43004A" w14:textId="03A00A02" w:rsidR="00446EBE" w:rsidRPr="00237575" w:rsidRDefault="00446EBE" w:rsidP="00446EBE">
    <w:pPr>
      <w:spacing w:after="0"/>
      <w:ind w:left="1588" w:firstLine="794"/>
      <w:rPr>
        <w:rFonts w:ascii="Calibri" w:hAnsi="Calibri"/>
        <w:b/>
        <w:sz w:val="28"/>
        <w:szCs w:val="28"/>
      </w:rPr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41DDA7B5" wp14:editId="6889A587">
          <wp:simplePos x="0" y="0"/>
          <wp:positionH relativeFrom="column">
            <wp:posOffset>-213995</wp:posOffset>
          </wp:positionH>
          <wp:positionV relativeFrom="paragraph">
            <wp:posOffset>-76200</wp:posOffset>
          </wp:positionV>
          <wp:extent cx="1174750" cy="714375"/>
          <wp:effectExtent l="0" t="0" r="6350" b="9525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7575">
      <w:rPr>
        <w:rFonts w:ascii="Calibri" w:hAnsi="Calibri"/>
        <w:b/>
        <w:sz w:val="28"/>
        <w:szCs w:val="28"/>
      </w:rPr>
      <w:t>IZBA ADMINISTRACJI SKARBOWEJ</w:t>
    </w:r>
  </w:p>
  <w:p w14:paraId="576EF49E" w14:textId="77777777" w:rsidR="00446EBE" w:rsidRPr="00237575" w:rsidRDefault="00446EBE" w:rsidP="00446EBE">
    <w:pPr>
      <w:spacing w:after="0"/>
      <w:ind w:left="1588" w:firstLine="794"/>
      <w:rPr>
        <w:rFonts w:ascii="Calibri" w:hAnsi="Calibri"/>
        <w:b/>
        <w:sz w:val="28"/>
        <w:szCs w:val="28"/>
      </w:rPr>
    </w:pPr>
    <w:r w:rsidRPr="00237575">
      <w:rPr>
        <w:rFonts w:ascii="Calibri" w:hAnsi="Calibri"/>
        <w:b/>
        <w:sz w:val="28"/>
        <w:szCs w:val="28"/>
      </w:rPr>
      <w:t>W KIELCACH</w:t>
    </w:r>
  </w:p>
  <w:p w14:paraId="56AB3427" w14:textId="462DA375" w:rsidR="00446EBE" w:rsidRPr="00237575" w:rsidRDefault="00446EBE" w:rsidP="00446EBE">
    <w:pPr>
      <w:spacing w:after="0"/>
      <w:ind w:left="1416" w:firstLine="708"/>
      <w:jc w:val="right"/>
      <w:rPr>
        <w:rFonts w:ascii="Calibri" w:hAnsi="Calibri" w:cs="Calibri"/>
        <w:b/>
        <w:sz w:val="20"/>
        <w:szCs w:val="20"/>
      </w:rPr>
    </w:pPr>
    <w:proofErr w:type="spellStart"/>
    <w:r w:rsidRPr="00237575">
      <w:rPr>
        <w:rFonts w:ascii="Calibri" w:hAnsi="Calibri" w:cs="Calibri"/>
        <w:b/>
        <w:sz w:val="20"/>
        <w:szCs w:val="20"/>
      </w:rPr>
      <w:t>Załącznik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proofErr w:type="spellStart"/>
    <w:r w:rsidRPr="00237575">
      <w:rPr>
        <w:rFonts w:ascii="Calibri" w:hAnsi="Calibri" w:cs="Calibri"/>
        <w:b/>
        <w:sz w:val="20"/>
        <w:szCs w:val="20"/>
      </w:rPr>
      <w:t>nr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r w:rsidR="003B1C79">
      <w:rPr>
        <w:rFonts w:ascii="Calibri" w:hAnsi="Calibri" w:cs="Calibri"/>
        <w:b/>
        <w:sz w:val="20"/>
        <w:szCs w:val="20"/>
      </w:rPr>
      <w:t>6</w:t>
    </w:r>
    <w:r w:rsidRPr="00237575">
      <w:rPr>
        <w:rFonts w:ascii="Calibri" w:hAnsi="Calibri" w:cs="Calibri"/>
        <w:b/>
        <w:sz w:val="20"/>
        <w:szCs w:val="20"/>
      </w:rPr>
      <w:t xml:space="preserve"> do </w:t>
    </w:r>
    <w:proofErr w:type="spellStart"/>
    <w:r w:rsidRPr="00237575">
      <w:rPr>
        <w:rFonts w:ascii="Calibri" w:hAnsi="Calibri" w:cs="Calibri"/>
        <w:b/>
        <w:sz w:val="20"/>
        <w:szCs w:val="20"/>
      </w:rPr>
      <w:t>Umowy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</w:t>
    </w:r>
    <w:proofErr w:type="spellStart"/>
    <w:r w:rsidRPr="00237575">
      <w:rPr>
        <w:rFonts w:ascii="Calibri" w:hAnsi="Calibri" w:cs="Calibri"/>
        <w:b/>
        <w:sz w:val="20"/>
        <w:szCs w:val="20"/>
      </w:rPr>
      <w:t>nr</w:t>
    </w:r>
    <w:proofErr w:type="spellEnd"/>
    <w:r w:rsidRPr="00237575">
      <w:rPr>
        <w:rFonts w:ascii="Calibri" w:hAnsi="Calibri" w:cs="Calibri"/>
        <w:b/>
        <w:sz w:val="20"/>
        <w:szCs w:val="20"/>
      </w:rPr>
      <w:t xml:space="preserve"> 2601-ILZ.023……2024</w:t>
    </w:r>
  </w:p>
  <w:p w14:paraId="00FCA572" w14:textId="43A440A3" w:rsidR="00446EBE" w:rsidRPr="00AA2D16" w:rsidRDefault="00446EBE" w:rsidP="00446EBE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 xml:space="preserve">   </w:t>
    </w:r>
    <w:r>
      <w:rPr>
        <w:b/>
        <w:noProof/>
        <w:sz w:val="24"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7995A" wp14:editId="57506E4C">
              <wp:simplePos x="0" y="0"/>
              <wp:positionH relativeFrom="column">
                <wp:posOffset>-239395</wp:posOffset>
              </wp:positionH>
              <wp:positionV relativeFrom="paragraph">
                <wp:posOffset>211455</wp:posOffset>
              </wp:positionV>
              <wp:extent cx="6436360" cy="0"/>
              <wp:effectExtent l="8255" t="11430" r="13335" b="762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636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E446A6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8.85pt;margin-top:16.65pt;width:506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" strokeweight="1pt"/>
          </w:pict>
        </mc:Fallback>
      </mc:AlternateContent>
    </w:r>
  </w:p>
  <w:p w14:paraId="18A4D346" w14:textId="77777777" w:rsidR="00446EBE" w:rsidRDefault="00446EBE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337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444F7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3715E"/>
    <w:rsid w:val="00140B47"/>
    <w:rsid w:val="00141737"/>
    <w:rsid w:val="00151A8C"/>
    <w:rsid w:val="00151B44"/>
    <w:rsid w:val="00154769"/>
    <w:rsid w:val="001550E8"/>
    <w:rsid w:val="001613F5"/>
    <w:rsid w:val="001627FF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5199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1C79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5157"/>
    <w:rsid w:val="00446EBE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87B68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2D81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62B9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A00B3"/>
    <w:rsid w:val="005A05F6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C7BFA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5887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D729A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5E30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408B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0441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4F9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35B1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5AE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3DC3"/>
    <w:rsid w:val="00F10845"/>
    <w:rsid w:val="00F118B8"/>
    <w:rsid w:val="00F127D8"/>
    <w:rsid w:val="00F13D89"/>
    <w:rsid w:val="00F201BE"/>
    <w:rsid w:val="00F21020"/>
    <w:rsid w:val="00F210EA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5020-0027-4239-BCCC-5F7C1487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Dostawa mebli</dc:subject>
  <dc:creator>-</dc:creator>
  <cp:keywords/>
  <cp:lastModifiedBy>Woś Tomasz</cp:lastModifiedBy>
  <cp:revision>23</cp:revision>
  <cp:lastPrinted>2024-09-11T09:37:00Z</cp:lastPrinted>
  <dcterms:created xsi:type="dcterms:W3CDTF">2023-06-13T06:29:00Z</dcterms:created>
  <dcterms:modified xsi:type="dcterms:W3CDTF">2024-09-11T09:37:00Z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